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5412"/>
        <w:gridCol w:w="5388"/>
      </w:tblGrid>
      <w:tr w:rsidR="00C70BA7" w:rsidRPr="00C70BA7" w14:paraId="7E5775FA" w14:textId="77777777" w:rsidTr="00C70BA7">
        <w:trPr>
          <w:trHeight w:val="795"/>
          <w:jc w:val="center"/>
        </w:trPr>
        <w:tc>
          <w:tcPr>
            <w:tcW w:w="5412" w:type="dxa"/>
            <w:vMerge w:val="restart"/>
          </w:tcPr>
          <w:p w14:paraId="002E0ABA" w14:textId="77777777" w:rsidR="00727EB8" w:rsidRPr="00C70BA7" w:rsidRDefault="003C0D54">
            <w:pPr>
              <w:pStyle w:val="a6"/>
              <w:jc w:val="right"/>
            </w:pPr>
            <w:r w:rsidRPr="00C70BA7">
              <w:rPr>
                <w:b w:val="0"/>
              </w:rPr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bCs/>
                <w:szCs w:val="22"/>
                <w:rtl/>
              </w:rPr>
              <w:instrText>اسم الشركة</w:instrText>
            </w:r>
            <w:r w:rsidR="004624D8" w:rsidRPr="00C70BA7">
              <w:instrText>]</w:instrText>
            </w:r>
            <w:r w:rsidRPr="00C70BA7">
              <w:rPr>
                <w:b w:val="0"/>
              </w:rPr>
              <w:fldChar w:fldCharType="end"/>
            </w:r>
          </w:p>
          <w:p w14:paraId="015E4190" w14:textId="77777777" w:rsidR="00727EB8" w:rsidRPr="00C70BA7" w:rsidRDefault="003C0D54">
            <w:pPr>
              <w:pStyle w:val="a2"/>
              <w:jc w:val="right"/>
            </w:pPr>
            <w:r w:rsidRPr="00C70BA7">
              <w:rPr>
                <w:rFonts w:ascii="Cambria" w:hAnsi="Cambria"/>
              </w:rPr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iCs/>
                <w:szCs w:val="18"/>
                <w:rtl/>
              </w:rPr>
              <w:instrText>شعار الشركة</w:instrText>
            </w:r>
            <w:r w:rsidR="004624D8" w:rsidRPr="00C70BA7">
              <w:instrText>]</w:instrText>
            </w:r>
            <w:r w:rsidRPr="00C70BA7">
              <w:rPr>
                <w:rFonts w:ascii="Cambria" w:hAnsi="Cambria"/>
              </w:rPr>
              <w:fldChar w:fldCharType="end"/>
            </w:r>
          </w:p>
          <w:p w14:paraId="1805E970" w14:textId="77777777" w:rsidR="00727EB8" w:rsidRPr="00C70BA7" w:rsidRDefault="003C0D54">
            <w:pPr>
              <w:pStyle w:val="a3"/>
              <w:jc w:val="right"/>
            </w:pPr>
            <w:r w:rsidRPr="00C70BA7"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العنوان</w:instrText>
            </w:r>
            <w:r w:rsidR="004624D8" w:rsidRPr="00C70BA7">
              <w:instrText>]</w:instrText>
            </w:r>
            <w:r w:rsidRPr="00C70BA7">
              <w:fldChar w:fldCharType="end"/>
            </w:r>
          </w:p>
          <w:p w14:paraId="35D93169" w14:textId="77777777" w:rsidR="00727EB8" w:rsidRPr="00C70BA7" w:rsidRDefault="003C0D54">
            <w:pPr>
              <w:pStyle w:val="a3"/>
              <w:jc w:val="right"/>
            </w:pPr>
            <w:r w:rsidRPr="00C70BA7"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الشارع،</w:instrText>
            </w:r>
            <w:r w:rsidR="004624D8" w:rsidRPr="00C70BA7">
              <w:instrText xml:space="preserve"> 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المدينة،</w:instrText>
            </w:r>
            <w:r w:rsidR="004624D8" w:rsidRPr="00C70BA7">
              <w:instrText xml:space="preserve"> 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الرمز</w:instrText>
            </w:r>
            <w:r w:rsidR="004624D8" w:rsidRPr="00C70BA7">
              <w:instrText xml:space="preserve"> 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البريدي</w:instrText>
            </w:r>
            <w:r w:rsidR="004624D8" w:rsidRPr="00C70BA7">
              <w:instrText>]</w:instrText>
            </w:r>
            <w:r w:rsidRPr="00C70BA7">
              <w:fldChar w:fldCharType="end"/>
            </w:r>
          </w:p>
          <w:p w14:paraId="68495F63" w14:textId="77777777" w:rsidR="00727EB8" w:rsidRPr="00C70BA7" w:rsidRDefault="004624D8">
            <w:pPr>
              <w:pStyle w:val="a3"/>
              <w:jc w:val="right"/>
            </w:pPr>
            <w:r w:rsidRPr="00C70BA7">
              <w:rPr>
                <w:rFonts w:cs="Times New Roman"/>
                <w:rtl/>
                <w:lang w:val="ar-SA"/>
              </w:rPr>
              <w:t xml:space="preserve">الهاتف </w:t>
            </w:r>
            <w:r w:rsidR="003C0D54" w:rsidRPr="00C70BA7">
              <w:fldChar w:fldCharType="begin"/>
            </w:r>
            <w:r w:rsidRPr="00C70BA7">
              <w:instrText>MACROBUTTON DoFieldClick [509.555.0190]</w:instrText>
            </w:r>
            <w:r w:rsidR="003C0D54" w:rsidRPr="00C70BA7">
              <w:fldChar w:fldCharType="end"/>
            </w:r>
            <w:r w:rsidRPr="00C70BA7">
              <w:rPr>
                <w:rFonts w:cs="Times New Roman"/>
                <w:rtl/>
                <w:lang w:val="ar-SA"/>
              </w:rPr>
              <w:t xml:space="preserve">  الفاكس </w:t>
            </w:r>
            <w:r w:rsidR="003C0D54" w:rsidRPr="00C70BA7">
              <w:fldChar w:fldCharType="begin"/>
            </w:r>
            <w:r w:rsidRPr="00C70BA7">
              <w:instrText>MACROBUTTON DoFieldClick [509.555.0191]</w:instrText>
            </w:r>
            <w:r w:rsidR="003C0D54" w:rsidRPr="00C70BA7">
              <w:fldChar w:fldCharType="end"/>
            </w:r>
          </w:p>
        </w:tc>
        <w:tc>
          <w:tcPr>
            <w:tcW w:w="5388" w:type="dxa"/>
          </w:tcPr>
          <w:p w14:paraId="61DD356D" w14:textId="77777777" w:rsidR="00727EB8" w:rsidRPr="00C70BA7" w:rsidRDefault="004624D8">
            <w:pPr>
              <w:pStyle w:val="1"/>
            </w:pPr>
            <w:r w:rsidRPr="00C70BA7">
              <w:rPr>
                <w:rtl/>
                <w:lang w:val="ar-SA"/>
              </w:rPr>
              <w:t>فاتورة</w:t>
            </w:r>
          </w:p>
        </w:tc>
      </w:tr>
      <w:tr w:rsidR="00C70BA7" w:rsidRPr="00C70BA7" w14:paraId="24754B50" w14:textId="77777777" w:rsidTr="00C70BA7">
        <w:trPr>
          <w:trHeight w:val="795"/>
          <w:jc w:val="center"/>
        </w:trPr>
        <w:tc>
          <w:tcPr>
            <w:tcW w:w="5412" w:type="dxa"/>
            <w:vMerge/>
          </w:tcPr>
          <w:p w14:paraId="7C5600C9" w14:textId="77777777" w:rsidR="00727EB8" w:rsidRPr="00C70BA7" w:rsidRDefault="00727EB8">
            <w:pPr>
              <w:spacing w:before="100" w:beforeAutospacing="1" w:after="100" w:afterAutospacing="1"/>
              <w:jc w:val="right"/>
            </w:pPr>
          </w:p>
        </w:tc>
        <w:tc>
          <w:tcPr>
            <w:tcW w:w="5388" w:type="dxa"/>
            <w:vAlign w:val="bottom"/>
          </w:tcPr>
          <w:p w14:paraId="0A6920B9" w14:textId="77777777" w:rsidR="00727EB8" w:rsidRPr="00C70BA7" w:rsidRDefault="004624D8">
            <w:pPr>
              <w:pStyle w:val="a0"/>
            </w:pPr>
            <w:r w:rsidRPr="00C70BA7">
              <w:rPr>
                <w:rtl/>
                <w:lang w:val="ar-SA"/>
              </w:rPr>
              <w:t>رقم الفاتورة</w:t>
            </w:r>
            <w:r w:rsidR="003C0D54" w:rsidRPr="00C70BA7">
              <w:rPr>
                <w:rFonts w:ascii="Cambria" w:hAnsi="Cambria"/>
              </w:rPr>
              <w:fldChar w:fldCharType="begin"/>
            </w:r>
            <w:r w:rsidRPr="00C70BA7">
              <w:instrText>MACROBUTTON DoFieldClick [100]</w:instrText>
            </w:r>
            <w:r w:rsidR="003C0D54" w:rsidRPr="00C70BA7">
              <w:rPr>
                <w:rFonts w:ascii="Cambria" w:hAnsi="Cambria"/>
              </w:rPr>
              <w:fldChar w:fldCharType="end"/>
            </w:r>
          </w:p>
          <w:p w14:paraId="7E191CDD" w14:textId="77777777" w:rsidR="00727EB8" w:rsidRPr="00C70BA7" w:rsidRDefault="004624D8">
            <w:pPr>
              <w:pStyle w:val="a0"/>
            </w:pPr>
            <w:r w:rsidRPr="00C70BA7">
              <w:rPr>
                <w:rtl/>
                <w:lang w:val="ar-SA"/>
              </w:rPr>
              <w:t xml:space="preserve">التاريخ: </w:t>
            </w:r>
            <w:r w:rsidR="003C0D54" w:rsidRPr="00C70BA7">
              <w:rPr>
                <w:rFonts w:ascii="Cambria" w:hAnsi="Cambria"/>
              </w:rPr>
              <w:fldChar w:fldCharType="begin"/>
            </w:r>
            <w:r w:rsidRPr="00C70BA7">
              <w:instrText>DATE \@ "MMMM d, yyyy"</w:instrText>
            </w:r>
            <w:r w:rsidR="003C0D54" w:rsidRPr="00C70BA7">
              <w:rPr>
                <w:rFonts w:ascii="Cambria" w:hAnsi="Cambria"/>
              </w:rPr>
              <w:fldChar w:fldCharType="separate"/>
            </w:r>
            <w:r w:rsidR="00FA2A15">
              <w:rPr>
                <w:rFonts w:ascii="Cambria" w:hAnsi="Cambria"/>
                <w:noProof/>
              </w:rPr>
              <w:t>August 23, 2023</w:t>
            </w:r>
            <w:r w:rsidR="003C0D54" w:rsidRPr="00C70BA7">
              <w:rPr>
                <w:rFonts w:ascii="Cambria" w:hAnsi="Cambria"/>
              </w:rPr>
              <w:fldChar w:fldCharType="end"/>
            </w:r>
          </w:p>
        </w:tc>
      </w:tr>
    </w:tbl>
    <w:p w14:paraId="42D70DCF" w14:textId="77777777" w:rsidR="00727EB8" w:rsidRDefault="00727EB8">
      <w:pPr>
        <w:jc w:val="right"/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5400"/>
        <w:gridCol w:w="5400"/>
      </w:tblGrid>
      <w:tr w:rsidR="00C70BA7" w:rsidRPr="00C70BA7" w14:paraId="7C04F249" w14:textId="77777777" w:rsidTr="00C70BA7">
        <w:trPr>
          <w:trHeight w:val="1440"/>
          <w:jc w:val="center"/>
        </w:trPr>
        <w:tc>
          <w:tcPr>
            <w:tcW w:w="5400" w:type="dxa"/>
          </w:tcPr>
          <w:p w14:paraId="4F399E8E" w14:textId="77777777" w:rsidR="00727EB8" w:rsidRPr="00C70BA7" w:rsidRDefault="004624D8">
            <w:pPr>
              <w:pStyle w:val="a7"/>
              <w:jc w:val="right"/>
            </w:pPr>
            <w:r w:rsidRPr="00C70BA7">
              <w:rPr>
                <w:rtl/>
                <w:lang w:val="ar-SA"/>
              </w:rPr>
              <w:t>إلى:</w:t>
            </w:r>
          </w:p>
          <w:p w14:paraId="70849E0D" w14:textId="77777777" w:rsidR="00727EB8" w:rsidRPr="00C70BA7" w:rsidRDefault="003C0D54">
            <w:pPr>
              <w:pStyle w:val="a3"/>
              <w:jc w:val="right"/>
            </w:pPr>
            <w:r w:rsidRPr="00C70BA7"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الاسم</w:instrText>
            </w:r>
            <w:r w:rsidR="004624D8" w:rsidRPr="00C70BA7">
              <w:instrText>]</w:instrText>
            </w:r>
            <w:r w:rsidRPr="00C70BA7">
              <w:fldChar w:fldCharType="end"/>
            </w:r>
          </w:p>
          <w:p w14:paraId="2AB04B37" w14:textId="77777777" w:rsidR="00727EB8" w:rsidRPr="00C70BA7" w:rsidRDefault="003C0D54">
            <w:pPr>
              <w:pStyle w:val="a3"/>
              <w:jc w:val="right"/>
            </w:pPr>
            <w:r w:rsidRPr="00C70BA7"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rFonts w:cs="Times New Roman"/>
                <w:szCs w:val="18"/>
                <w:rtl/>
              </w:rPr>
              <w:instrText>اسم</w:instrText>
            </w:r>
            <w:r w:rsidR="004624D8" w:rsidRPr="00C70BA7">
              <w:instrText xml:space="preserve"> 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الشركة</w:instrText>
            </w:r>
            <w:r w:rsidR="004624D8" w:rsidRPr="00C70BA7">
              <w:instrText>]</w:instrText>
            </w:r>
            <w:r w:rsidRPr="00C70BA7">
              <w:fldChar w:fldCharType="end"/>
            </w:r>
          </w:p>
          <w:p w14:paraId="48424570" w14:textId="77777777" w:rsidR="00727EB8" w:rsidRPr="00C70BA7" w:rsidRDefault="003C0D54">
            <w:pPr>
              <w:pStyle w:val="a3"/>
              <w:jc w:val="right"/>
            </w:pPr>
            <w:r w:rsidRPr="00C70BA7"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العنوان</w:instrText>
            </w:r>
            <w:r w:rsidR="004624D8" w:rsidRPr="00C70BA7">
              <w:instrText>]</w:instrText>
            </w:r>
            <w:r w:rsidRPr="00C70BA7">
              <w:fldChar w:fldCharType="end"/>
            </w:r>
          </w:p>
          <w:p w14:paraId="316EA5F7" w14:textId="77777777" w:rsidR="00727EB8" w:rsidRPr="00C70BA7" w:rsidRDefault="003C0D54">
            <w:pPr>
              <w:pStyle w:val="a3"/>
              <w:jc w:val="right"/>
            </w:pPr>
            <w:r w:rsidRPr="00C70BA7"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الشارع،</w:instrText>
            </w:r>
            <w:r w:rsidR="004624D8" w:rsidRPr="00C70BA7">
              <w:instrText xml:space="preserve"> 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المدينة،</w:instrText>
            </w:r>
            <w:r w:rsidR="004624D8" w:rsidRPr="00C70BA7">
              <w:instrText xml:space="preserve"> 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الرمز</w:instrText>
            </w:r>
            <w:r w:rsidR="004624D8" w:rsidRPr="00C70BA7">
              <w:instrText xml:space="preserve"> 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البريدي</w:instrText>
            </w:r>
            <w:r w:rsidR="004624D8" w:rsidRPr="00C70BA7">
              <w:instrText>]</w:instrText>
            </w:r>
            <w:r w:rsidRPr="00C70BA7">
              <w:fldChar w:fldCharType="end"/>
            </w:r>
          </w:p>
          <w:p w14:paraId="7CE1CB1F" w14:textId="77777777" w:rsidR="00727EB8" w:rsidRPr="00C70BA7" w:rsidRDefault="003C0D54">
            <w:pPr>
              <w:pStyle w:val="a3"/>
              <w:jc w:val="right"/>
            </w:pPr>
            <w:r w:rsidRPr="00C70BA7"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الهاتف</w:instrText>
            </w:r>
            <w:r w:rsidR="004624D8" w:rsidRPr="00C70BA7">
              <w:instrText>]</w:instrText>
            </w:r>
            <w:r w:rsidRPr="00C70BA7">
              <w:fldChar w:fldCharType="end"/>
            </w:r>
          </w:p>
        </w:tc>
        <w:tc>
          <w:tcPr>
            <w:tcW w:w="5400" w:type="dxa"/>
          </w:tcPr>
          <w:p w14:paraId="7D3A4EA8" w14:textId="77777777" w:rsidR="00727EB8" w:rsidRPr="00C70BA7" w:rsidRDefault="004624D8">
            <w:pPr>
              <w:pStyle w:val="a7"/>
              <w:jc w:val="right"/>
            </w:pPr>
            <w:r w:rsidRPr="00C70BA7">
              <w:rPr>
                <w:rtl/>
                <w:lang w:val="ar-SA"/>
              </w:rPr>
              <w:t>شحن إلى:</w:t>
            </w:r>
          </w:p>
          <w:p w14:paraId="40E88089" w14:textId="77777777" w:rsidR="00727EB8" w:rsidRPr="00C70BA7" w:rsidRDefault="003C0D54">
            <w:pPr>
              <w:pStyle w:val="a3"/>
              <w:jc w:val="right"/>
            </w:pPr>
            <w:r w:rsidRPr="00C70BA7"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الاسم</w:instrText>
            </w:r>
            <w:r w:rsidR="004624D8" w:rsidRPr="00C70BA7">
              <w:instrText>]</w:instrText>
            </w:r>
            <w:r w:rsidRPr="00C70BA7">
              <w:fldChar w:fldCharType="end"/>
            </w:r>
          </w:p>
          <w:p w14:paraId="3297EB33" w14:textId="77777777" w:rsidR="00727EB8" w:rsidRPr="00C70BA7" w:rsidRDefault="003C0D54">
            <w:pPr>
              <w:pStyle w:val="a3"/>
              <w:jc w:val="right"/>
            </w:pPr>
            <w:r w:rsidRPr="00C70BA7"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rFonts w:cs="Times New Roman"/>
                <w:szCs w:val="18"/>
                <w:rtl/>
              </w:rPr>
              <w:instrText>اسم</w:instrText>
            </w:r>
            <w:r w:rsidR="004624D8" w:rsidRPr="00C70BA7">
              <w:instrText xml:space="preserve"> 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الشركة</w:instrText>
            </w:r>
            <w:r w:rsidR="004624D8" w:rsidRPr="00C70BA7">
              <w:instrText>]</w:instrText>
            </w:r>
            <w:r w:rsidRPr="00C70BA7">
              <w:fldChar w:fldCharType="end"/>
            </w:r>
          </w:p>
          <w:p w14:paraId="0926DECB" w14:textId="77777777" w:rsidR="00727EB8" w:rsidRPr="00C70BA7" w:rsidRDefault="003C0D54">
            <w:pPr>
              <w:pStyle w:val="a3"/>
              <w:jc w:val="right"/>
            </w:pPr>
            <w:r w:rsidRPr="00C70BA7"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العنوان</w:instrText>
            </w:r>
            <w:r w:rsidR="004624D8" w:rsidRPr="00C70BA7">
              <w:instrText>]</w:instrText>
            </w:r>
            <w:r w:rsidRPr="00C70BA7">
              <w:fldChar w:fldCharType="end"/>
            </w:r>
          </w:p>
          <w:p w14:paraId="333DCE5D" w14:textId="77777777" w:rsidR="00727EB8" w:rsidRPr="00C70BA7" w:rsidRDefault="003C0D54">
            <w:pPr>
              <w:pStyle w:val="a3"/>
              <w:jc w:val="right"/>
            </w:pPr>
            <w:r w:rsidRPr="00C70BA7"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الشارع،</w:instrText>
            </w:r>
            <w:r w:rsidR="004624D8" w:rsidRPr="00C70BA7">
              <w:instrText xml:space="preserve"> 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المدينة،</w:instrText>
            </w:r>
            <w:r w:rsidR="004624D8" w:rsidRPr="00C70BA7">
              <w:instrText xml:space="preserve"> 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الرمز</w:instrText>
            </w:r>
            <w:r w:rsidR="004624D8" w:rsidRPr="00C70BA7">
              <w:instrText xml:space="preserve"> 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البريدي</w:instrText>
            </w:r>
            <w:r w:rsidR="004624D8" w:rsidRPr="00C70BA7">
              <w:instrText>]</w:instrText>
            </w:r>
            <w:r w:rsidRPr="00C70BA7">
              <w:fldChar w:fldCharType="end"/>
            </w:r>
          </w:p>
          <w:p w14:paraId="65229D99" w14:textId="77777777" w:rsidR="00727EB8" w:rsidRPr="00C70BA7" w:rsidRDefault="003C0D54">
            <w:pPr>
              <w:pStyle w:val="a3"/>
              <w:jc w:val="right"/>
            </w:pPr>
            <w:r w:rsidRPr="00C70BA7">
              <w:fldChar w:fldCharType="begin"/>
            </w:r>
            <w:r w:rsidR="004624D8" w:rsidRPr="00C70BA7">
              <w:instrText>MACROBUTTON DoFieldClick [</w:instrText>
            </w:r>
            <w:r w:rsidR="004624D8" w:rsidRPr="00C70BA7">
              <w:rPr>
                <w:rFonts w:cs="Times New Roman"/>
                <w:szCs w:val="18"/>
                <w:rtl/>
              </w:rPr>
              <w:instrText>الهاتف</w:instrText>
            </w:r>
            <w:r w:rsidR="004624D8" w:rsidRPr="00C70BA7">
              <w:instrText>]</w:instrText>
            </w:r>
            <w:r w:rsidRPr="00C70BA7">
              <w:fldChar w:fldCharType="end"/>
            </w:r>
          </w:p>
        </w:tc>
      </w:tr>
      <w:tr w:rsidR="00C70BA7" w:rsidRPr="00C70BA7" w14:paraId="1462E467" w14:textId="77777777" w:rsidTr="00C70BA7">
        <w:trPr>
          <w:trHeight w:val="1152"/>
          <w:jc w:val="center"/>
        </w:trPr>
        <w:tc>
          <w:tcPr>
            <w:tcW w:w="10800" w:type="dxa"/>
            <w:gridSpan w:val="2"/>
          </w:tcPr>
          <w:p w14:paraId="64CFD673" w14:textId="77777777" w:rsidR="00727EB8" w:rsidRPr="00C70BA7" w:rsidRDefault="004624D8">
            <w:pPr>
              <w:pStyle w:val="a1"/>
              <w:jc w:val="right"/>
            </w:pPr>
            <w:r w:rsidRPr="00C70BA7">
              <w:rPr>
                <w:rtl/>
                <w:lang w:val="ar-SA"/>
              </w:rPr>
              <w:t>تعليقات أو إرشادات خاصة:</w:t>
            </w:r>
          </w:p>
        </w:tc>
      </w:tr>
    </w:tbl>
    <w:p w14:paraId="30E1091A" w14:textId="77777777" w:rsidR="00727EB8" w:rsidRDefault="00727EB8">
      <w:pPr>
        <w:jc w:val="right"/>
      </w:pP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90"/>
        <w:gridCol w:w="2295"/>
        <w:gridCol w:w="2295"/>
        <w:gridCol w:w="1440"/>
        <w:gridCol w:w="1440"/>
        <w:gridCol w:w="1440"/>
      </w:tblGrid>
      <w:tr w:rsidR="00C70BA7" w:rsidRPr="00C70BA7" w14:paraId="27F63D82" w14:textId="77777777" w:rsidTr="00C70BA7">
        <w:trPr>
          <w:cantSplit/>
          <w:trHeight w:val="288"/>
          <w:jc w:val="center"/>
        </w:trPr>
        <w:tc>
          <w:tcPr>
            <w:tcW w:w="189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4270170" w14:textId="77777777" w:rsidR="00727EB8" w:rsidRPr="00C70BA7" w:rsidRDefault="004624D8">
            <w:pPr>
              <w:pStyle w:val="a"/>
              <w:jc w:val="right"/>
            </w:pPr>
            <w:r w:rsidRPr="00C70BA7">
              <w:rPr>
                <w:rtl/>
                <w:lang w:val="ar-SA"/>
              </w:rPr>
              <w:t>مندوب مبيعات</w:t>
            </w:r>
          </w:p>
        </w:tc>
        <w:tc>
          <w:tcPr>
            <w:tcW w:w="229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76EFB1C" w14:textId="77777777" w:rsidR="00727EB8" w:rsidRPr="00C70BA7" w:rsidRDefault="004624D8">
            <w:pPr>
              <w:pStyle w:val="a"/>
              <w:jc w:val="right"/>
            </w:pPr>
            <w:r w:rsidRPr="00C70BA7">
              <w:rPr>
                <w:rtl/>
                <w:lang w:val="ar-SA"/>
              </w:rPr>
              <w:t>رقم صندوق البريد</w:t>
            </w:r>
          </w:p>
        </w:tc>
        <w:tc>
          <w:tcPr>
            <w:tcW w:w="2295" w:type="dxa"/>
            <w:tcBorders>
              <w:top w:val="single" w:sz="12" w:space="0" w:color="auto"/>
            </w:tcBorders>
            <w:vAlign w:val="center"/>
          </w:tcPr>
          <w:p w14:paraId="67A41758" w14:textId="77777777" w:rsidR="00727EB8" w:rsidRPr="00C70BA7" w:rsidRDefault="004624D8">
            <w:pPr>
              <w:pStyle w:val="a"/>
              <w:jc w:val="right"/>
            </w:pPr>
            <w:r w:rsidRPr="00C70BA7">
              <w:rPr>
                <w:rtl/>
                <w:lang w:val="ar-SA"/>
              </w:rPr>
              <w:t>الطالب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1D207153" w14:textId="77777777" w:rsidR="00727EB8" w:rsidRPr="00C70BA7" w:rsidRDefault="004624D8">
            <w:pPr>
              <w:pStyle w:val="a"/>
              <w:jc w:val="right"/>
            </w:pPr>
            <w:r w:rsidRPr="00C70BA7">
              <w:rPr>
                <w:rtl/>
                <w:lang w:val="ar-SA"/>
              </w:rPr>
              <w:t>شحن عبر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00A83547" w14:textId="77777777" w:rsidR="00727EB8" w:rsidRPr="00C70BA7" w:rsidRDefault="004624D8">
            <w:pPr>
              <w:pStyle w:val="a"/>
              <w:jc w:val="right"/>
            </w:pPr>
            <w:r w:rsidRPr="00C70BA7">
              <w:rPr>
                <w:rtl/>
                <w:lang w:val="ar-SA"/>
              </w:rPr>
              <w:t>نقطة التسليم ظهر الباخرة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50109A24" w14:textId="77777777" w:rsidR="00727EB8" w:rsidRPr="00C70BA7" w:rsidRDefault="004624D8">
            <w:pPr>
              <w:pStyle w:val="a"/>
              <w:jc w:val="right"/>
            </w:pPr>
            <w:r w:rsidRPr="00C70BA7">
              <w:rPr>
                <w:rtl/>
                <w:lang w:val="ar-SA"/>
              </w:rPr>
              <w:t>الشروط</w:t>
            </w:r>
          </w:p>
        </w:tc>
      </w:tr>
      <w:tr w:rsidR="00C70BA7" w:rsidRPr="00C70BA7" w14:paraId="07B7589A" w14:textId="77777777" w:rsidTr="00C70BA7">
        <w:trPr>
          <w:cantSplit/>
          <w:trHeight w:val="288"/>
          <w:jc w:val="center"/>
        </w:trPr>
        <w:tc>
          <w:tcPr>
            <w:tcW w:w="1890" w:type="dxa"/>
            <w:shd w:val="clear" w:color="auto" w:fill="auto"/>
            <w:vAlign w:val="center"/>
          </w:tcPr>
          <w:p w14:paraId="2CA26EC8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2295" w:type="dxa"/>
            <w:shd w:val="clear" w:color="auto" w:fill="auto"/>
            <w:vAlign w:val="center"/>
          </w:tcPr>
          <w:p w14:paraId="6E80BE3A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2295" w:type="dxa"/>
            <w:vAlign w:val="center"/>
          </w:tcPr>
          <w:p w14:paraId="5C0EB386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1440" w:type="dxa"/>
            <w:vAlign w:val="center"/>
          </w:tcPr>
          <w:p w14:paraId="3B0A10A5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1440" w:type="dxa"/>
            <w:vAlign w:val="center"/>
          </w:tcPr>
          <w:p w14:paraId="0C2D522D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1440" w:type="dxa"/>
            <w:vAlign w:val="center"/>
          </w:tcPr>
          <w:p w14:paraId="41B63FB8" w14:textId="77777777" w:rsidR="00727EB8" w:rsidRPr="00C70BA7" w:rsidRDefault="004624D8">
            <w:pPr>
              <w:pStyle w:val="a5"/>
              <w:jc w:val="right"/>
            </w:pPr>
            <w:r w:rsidRPr="00C70BA7">
              <w:rPr>
                <w:rtl/>
                <w:lang w:val="ar-SA"/>
              </w:rPr>
              <w:t>الاستحقاق عند الاستلام</w:t>
            </w:r>
          </w:p>
        </w:tc>
      </w:tr>
    </w:tbl>
    <w:p w14:paraId="1FCECEDC" w14:textId="77777777" w:rsidR="00727EB8" w:rsidRDefault="00727EB8">
      <w:pPr>
        <w:jc w:val="right"/>
      </w:pP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1890"/>
        <w:gridCol w:w="4557"/>
        <w:gridCol w:w="1484"/>
        <w:gridCol w:w="1464"/>
        <w:gridCol w:w="1405"/>
      </w:tblGrid>
      <w:tr w:rsidR="00C70BA7" w:rsidRPr="00C70BA7" w14:paraId="6E0852CA" w14:textId="77777777" w:rsidTr="00C70BA7">
        <w:trPr>
          <w:cantSplit/>
          <w:trHeight w:val="288"/>
          <w:jc w:val="center"/>
        </w:trPr>
        <w:tc>
          <w:tcPr>
            <w:tcW w:w="189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BE28944" w14:textId="77777777" w:rsidR="00727EB8" w:rsidRPr="00C70BA7" w:rsidRDefault="004624D8">
            <w:pPr>
              <w:pStyle w:val="a"/>
              <w:jc w:val="right"/>
            </w:pPr>
            <w:r w:rsidRPr="00C70BA7">
              <w:rPr>
                <w:rtl/>
                <w:lang w:val="ar-SA"/>
              </w:rPr>
              <w:t>الكمية</w:t>
            </w:r>
          </w:p>
        </w:tc>
        <w:tc>
          <w:tcPr>
            <w:tcW w:w="6041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CB8CA26" w14:textId="77777777" w:rsidR="00727EB8" w:rsidRPr="00C70BA7" w:rsidRDefault="004624D8">
            <w:pPr>
              <w:pStyle w:val="a"/>
              <w:jc w:val="right"/>
            </w:pPr>
            <w:r w:rsidRPr="00C70BA7">
              <w:rPr>
                <w:rtl/>
                <w:lang w:val="ar-SA"/>
              </w:rPr>
              <w:t>الوصف</w:t>
            </w:r>
          </w:p>
        </w:tc>
        <w:tc>
          <w:tcPr>
            <w:tcW w:w="146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82FE27A" w14:textId="77777777" w:rsidR="00727EB8" w:rsidRPr="00C70BA7" w:rsidRDefault="004624D8">
            <w:pPr>
              <w:pStyle w:val="a"/>
              <w:jc w:val="right"/>
            </w:pPr>
            <w:r w:rsidRPr="00C70BA7">
              <w:rPr>
                <w:rtl/>
                <w:lang w:val="ar-SA"/>
              </w:rPr>
              <w:t>سعر الوحدة</w: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01057E2" w14:textId="77777777" w:rsidR="00727EB8" w:rsidRPr="00C70BA7" w:rsidRDefault="004624D8">
            <w:pPr>
              <w:pStyle w:val="a"/>
              <w:jc w:val="right"/>
            </w:pPr>
            <w:r w:rsidRPr="00C70BA7">
              <w:rPr>
                <w:rtl/>
                <w:lang w:val="ar-SA"/>
              </w:rPr>
              <w:t>الإجمالي</w:t>
            </w:r>
          </w:p>
        </w:tc>
      </w:tr>
      <w:tr w:rsidR="00C70BA7" w:rsidRPr="00C70BA7" w14:paraId="57FB344E" w14:textId="77777777" w:rsidTr="00C70BA7">
        <w:trPr>
          <w:cantSplit/>
          <w:trHeight w:val="288"/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5CF97B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604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19DBC551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1F2D81E7" w14:textId="77777777" w:rsidR="00727EB8" w:rsidRPr="00C70BA7" w:rsidRDefault="00727EB8">
            <w:pPr>
              <w:pStyle w:val="a4"/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2FDD4DB7" w14:textId="77777777" w:rsidR="00727EB8" w:rsidRPr="00C70BA7" w:rsidRDefault="00727EB8">
            <w:pPr>
              <w:pStyle w:val="a4"/>
            </w:pPr>
          </w:p>
        </w:tc>
      </w:tr>
      <w:tr w:rsidR="00C70BA7" w:rsidRPr="00C70BA7" w14:paraId="1C7C409F" w14:textId="77777777" w:rsidTr="00C70BA7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127178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6D980054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7B517A64" w14:textId="77777777" w:rsidR="00727EB8" w:rsidRPr="00C70BA7" w:rsidRDefault="00727EB8">
            <w:pPr>
              <w:pStyle w:val="a4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7FD15379" w14:textId="77777777" w:rsidR="00727EB8" w:rsidRPr="00C70BA7" w:rsidRDefault="00727EB8">
            <w:pPr>
              <w:pStyle w:val="a4"/>
            </w:pPr>
          </w:p>
        </w:tc>
      </w:tr>
      <w:tr w:rsidR="00C70BA7" w:rsidRPr="00C70BA7" w14:paraId="6E1AD7FE" w14:textId="77777777" w:rsidTr="00C70BA7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C7CA62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3CABFB67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2CD8642D" w14:textId="77777777" w:rsidR="00727EB8" w:rsidRPr="00C70BA7" w:rsidRDefault="00727EB8">
            <w:pPr>
              <w:pStyle w:val="a4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0487F050" w14:textId="77777777" w:rsidR="00727EB8" w:rsidRPr="00C70BA7" w:rsidRDefault="00727EB8">
            <w:pPr>
              <w:pStyle w:val="a4"/>
            </w:pPr>
          </w:p>
        </w:tc>
      </w:tr>
      <w:tr w:rsidR="00C70BA7" w:rsidRPr="00C70BA7" w14:paraId="7365616D" w14:textId="77777777" w:rsidTr="00C70BA7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DD2E8D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3E4F93B1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0DE1B72F" w14:textId="77777777" w:rsidR="00727EB8" w:rsidRPr="00C70BA7" w:rsidRDefault="00727EB8">
            <w:pPr>
              <w:pStyle w:val="a4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273D3D4C" w14:textId="77777777" w:rsidR="00727EB8" w:rsidRPr="00C70BA7" w:rsidRDefault="00727EB8">
            <w:pPr>
              <w:pStyle w:val="a4"/>
            </w:pPr>
          </w:p>
        </w:tc>
      </w:tr>
      <w:tr w:rsidR="00C70BA7" w:rsidRPr="00C70BA7" w14:paraId="0F2B0EF2" w14:textId="77777777" w:rsidTr="00C70BA7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57841E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1F742D92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4704F622" w14:textId="77777777" w:rsidR="00727EB8" w:rsidRPr="00C70BA7" w:rsidRDefault="00727EB8">
            <w:pPr>
              <w:pStyle w:val="a4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246343C1" w14:textId="77777777" w:rsidR="00727EB8" w:rsidRPr="00C70BA7" w:rsidRDefault="00727EB8">
            <w:pPr>
              <w:pStyle w:val="a4"/>
            </w:pPr>
          </w:p>
        </w:tc>
      </w:tr>
      <w:tr w:rsidR="00C70BA7" w:rsidRPr="00C70BA7" w14:paraId="54208BB0" w14:textId="77777777" w:rsidTr="00C70BA7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E90680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63AB12E5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3500D674" w14:textId="77777777" w:rsidR="00727EB8" w:rsidRPr="00C70BA7" w:rsidRDefault="00727EB8">
            <w:pPr>
              <w:pStyle w:val="a4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7C2FE2E6" w14:textId="77777777" w:rsidR="00727EB8" w:rsidRPr="00C70BA7" w:rsidRDefault="00727EB8">
            <w:pPr>
              <w:pStyle w:val="a4"/>
            </w:pPr>
          </w:p>
        </w:tc>
      </w:tr>
      <w:tr w:rsidR="00C70BA7" w:rsidRPr="00C70BA7" w14:paraId="7FDCB4DA" w14:textId="77777777" w:rsidTr="00C70BA7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9BBBC5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147F76CB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78FD17E5" w14:textId="77777777" w:rsidR="00727EB8" w:rsidRPr="00C70BA7" w:rsidRDefault="00727EB8">
            <w:pPr>
              <w:pStyle w:val="a4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208A9757" w14:textId="77777777" w:rsidR="00727EB8" w:rsidRPr="00C70BA7" w:rsidRDefault="00727EB8">
            <w:pPr>
              <w:pStyle w:val="a4"/>
            </w:pPr>
          </w:p>
        </w:tc>
      </w:tr>
      <w:tr w:rsidR="00C70BA7" w:rsidRPr="00C70BA7" w14:paraId="0F872901" w14:textId="77777777" w:rsidTr="00C70BA7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12FDA4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60994C86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7419A99C" w14:textId="77777777" w:rsidR="00727EB8" w:rsidRPr="00C70BA7" w:rsidRDefault="00727EB8">
            <w:pPr>
              <w:pStyle w:val="a4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178CCC52" w14:textId="77777777" w:rsidR="00727EB8" w:rsidRPr="00C70BA7" w:rsidRDefault="00727EB8">
            <w:pPr>
              <w:pStyle w:val="a4"/>
            </w:pPr>
          </w:p>
        </w:tc>
      </w:tr>
      <w:tr w:rsidR="00C70BA7" w:rsidRPr="00C70BA7" w14:paraId="48172B4F" w14:textId="77777777" w:rsidTr="00C70BA7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3CBC37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680D744D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6733A482" w14:textId="77777777" w:rsidR="00727EB8" w:rsidRPr="00C70BA7" w:rsidRDefault="00727EB8">
            <w:pPr>
              <w:pStyle w:val="a4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433AF6B4" w14:textId="77777777" w:rsidR="00727EB8" w:rsidRPr="00C70BA7" w:rsidRDefault="00727EB8">
            <w:pPr>
              <w:pStyle w:val="a4"/>
            </w:pPr>
          </w:p>
        </w:tc>
      </w:tr>
      <w:tr w:rsidR="00C70BA7" w:rsidRPr="00C70BA7" w14:paraId="3C873704" w14:textId="77777777" w:rsidTr="00C70BA7">
        <w:trPr>
          <w:cantSplit/>
          <w:trHeight w:val="288"/>
          <w:jc w:val="center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6053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60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69AD15D5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302B89BC" w14:textId="77777777" w:rsidR="00727EB8" w:rsidRPr="00C70BA7" w:rsidRDefault="00727EB8">
            <w:pPr>
              <w:pStyle w:val="a4"/>
            </w:pP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114FC6B8" w14:textId="77777777" w:rsidR="00727EB8" w:rsidRPr="00C70BA7" w:rsidRDefault="00727EB8">
            <w:pPr>
              <w:pStyle w:val="a4"/>
            </w:pPr>
          </w:p>
        </w:tc>
      </w:tr>
      <w:tr w:rsidR="00C70BA7" w:rsidRPr="00C70BA7" w14:paraId="42A14CED" w14:textId="77777777" w:rsidTr="00C70BA7">
        <w:trPr>
          <w:cantSplit/>
          <w:trHeight w:val="288"/>
          <w:jc w:val="center"/>
        </w:trPr>
        <w:tc>
          <w:tcPr>
            <w:tcW w:w="6447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2A567ACF" w14:textId="77777777" w:rsidR="00727EB8" w:rsidRPr="00C70BA7" w:rsidRDefault="00727EB8">
            <w:pPr>
              <w:pStyle w:val="a5"/>
              <w:jc w:val="right"/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52B20F52" w14:textId="77777777" w:rsidR="00727EB8" w:rsidRPr="00C70BA7" w:rsidRDefault="004624D8">
            <w:pPr>
              <w:pStyle w:val="a0"/>
            </w:pPr>
            <w:r w:rsidRPr="00C70BA7">
              <w:rPr>
                <w:rtl/>
                <w:lang w:val="ar-SA"/>
              </w:rPr>
              <w:t>الإجمالي الفرعي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14029881" w14:textId="77777777" w:rsidR="00727EB8" w:rsidRPr="00C70BA7" w:rsidRDefault="00727EB8">
            <w:pPr>
              <w:pStyle w:val="a4"/>
            </w:pPr>
          </w:p>
        </w:tc>
      </w:tr>
      <w:tr w:rsidR="00C70BA7" w:rsidRPr="00C70BA7" w14:paraId="1ECA2CB8" w14:textId="77777777" w:rsidTr="00C70BA7">
        <w:trPr>
          <w:cantSplit/>
          <w:trHeight w:val="288"/>
          <w:jc w:val="center"/>
        </w:trPr>
        <w:tc>
          <w:tcPr>
            <w:tcW w:w="6447" w:type="dxa"/>
            <w:gridSpan w:val="2"/>
            <w:vMerge/>
            <w:tcBorders>
              <w:left w:val="nil"/>
              <w:right w:val="nil"/>
            </w:tcBorders>
          </w:tcPr>
          <w:p w14:paraId="4111058D" w14:textId="77777777" w:rsidR="00727EB8" w:rsidRPr="00C70BA7" w:rsidRDefault="00727EB8">
            <w:pPr>
              <w:spacing w:before="100" w:beforeAutospacing="1" w:after="100" w:afterAutospacing="1"/>
              <w:jc w:val="right"/>
            </w:pP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450EC9D0" w14:textId="77777777" w:rsidR="00727EB8" w:rsidRPr="00C70BA7" w:rsidRDefault="004624D8">
            <w:pPr>
              <w:pStyle w:val="a0"/>
            </w:pPr>
            <w:r w:rsidRPr="00C70BA7">
              <w:rPr>
                <w:rtl/>
                <w:lang w:val="ar-SA"/>
              </w:rPr>
              <w:t>ضريبة المبيعات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6361175D" w14:textId="77777777" w:rsidR="00727EB8" w:rsidRPr="00C70BA7" w:rsidRDefault="00727EB8">
            <w:pPr>
              <w:pStyle w:val="a4"/>
            </w:pPr>
          </w:p>
        </w:tc>
      </w:tr>
      <w:tr w:rsidR="00C70BA7" w:rsidRPr="00C70BA7" w14:paraId="47F3712D" w14:textId="77777777" w:rsidTr="00C70BA7">
        <w:trPr>
          <w:cantSplit/>
          <w:trHeight w:val="288"/>
          <w:jc w:val="center"/>
        </w:trPr>
        <w:tc>
          <w:tcPr>
            <w:tcW w:w="6447" w:type="dxa"/>
            <w:gridSpan w:val="2"/>
            <w:vMerge/>
            <w:tcBorders>
              <w:left w:val="nil"/>
              <w:right w:val="nil"/>
            </w:tcBorders>
          </w:tcPr>
          <w:p w14:paraId="4D2251D4" w14:textId="77777777" w:rsidR="00727EB8" w:rsidRPr="00C70BA7" w:rsidRDefault="00727EB8">
            <w:pPr>
              <w:spacing w:before="100" w:beforeAutospacing="1" w:after="100" w:afterAutospacing="1"/>
              <w:jc w:val="right"/>
            </w:pP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38AA1AB1" w14:textId="77777777" w:rsidR="00727EB8" w:rsidRPr="00C70BA7" w:rsidRDefault="004624D8">
            <w:pPr>
              <w:pStyle w:val="a0"/>
            </w:pPr>
            <w:r w:rsidRPr="00C70BA7">
              <w:rPr>
                <w:rtl/>
                <w:lang w:val="ar-SA"/>
              </w:rPr>
              <w:t>الشحن والتفريغ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70CEC89F" w14:textId="77777777" w:rsidR="00727EB8" w:rsidRPr="00C70BA7" w:rsidRDefault="00727EB8">
            <w:pPr>
              <w:pStyle w:val="a4"/>
            </w:pPr>
          </w:p>
        </w:tc>
      </w:tr>
      <w:tr w:rsidR="00C70BA7" w:rsidRPr="00C70BA7" w14:paraId="40300F6B" w14:textId="77777777" w:rsidTr="00C70BA7">
        <w:trPr>
          <w:cantSplit/>
          <w:trHeight w:val="288"/>
          <w:jc w:val="center"/>
        </w:trPr>
        <w:tc>
          <w:tcPr>
            <w:tcW w:w="6447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61499719" w14:textId="77777777" w:rsidR="00727EB8" w:rsidRPr="00C70BA7" w:rsidRDefault="00727EB8">
            <w:pPr>
              <w:spacing w:before="100" w:beforeAutospacing="1" w:after="100" w:afterAutospacing="1"/>
              <w:jc w:val="right"/>
            </w:pPr>
          </w:p>
        </w:tc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5F368C6C" w14:textId="77777777" w:rsidR="00727EB8" w:rsidRPr="00C70BA7" w:rsidRDefault="004624D8">
            <w:pPr>
              <w:pStyle w:val="a0"/>
            </w:pPr>
            <w:r w:rsidRPr="00C70BA7">
              <w:rPr>
                <w:rtl/>
                <w:lang w:val="ar-SA"/>
              </w:rPr>
              <w:t>الإجمالي المستحق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4AB5EC1E" w14:textId="77777777" w:rsidR="00727EB8" w:rsidRPr="00C70BA7" w:rsidRDefault="00727EB8">
            <w:pPr>
              <w:pStyle w:val="a4"/>
            </w:pPr>
          </w:p>
        </w:tc>
      </w:tr>
    </w:tbl>
    <w:p w14:paraId="0ECC5184" w14:textId="77777777" w:rsidR="00727EB8" w:rsidRDefault="00727EB8">
      <w:pPr>
        <w:jc w:val="right"/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10800"/>
      </w:tblGrid>
      <w:tr w:rsidR="00C70BA7" w:rsidRPr="00C70BA7" w14:paraId="37718CCD" w14:textId="77777777" w:rsidTr="00C70BA7">
        <w:trPr>
          <w:trHeight w:val="1667"/>
          <w:jc w:val="center"/>
        </w:trPr>
        <w:tc>
          <w:tcPr>
            <w:tcW w:w="10800" w:type="dxa"/>
            <w:tcMar>
              <w:top w:w="115" w:type="dxa"/>
              <w:left w:w="115" w:type="dxa"/>
              <w:bottom w:w="115" w:type="dxa"/>
              <w:right w:w="115" w:type="dxa"/>
            </w:tcMar>
          </w:tcPr>
          <w:p w14:paraId="4F600008" w14:textId="77777777" w:rsidR="00727EB8" w:rsidRPr="00C70BA7" w:rsidRDefault="004624D8">
            <w:pPr>
              <w:pStyle w:val="a5"/>
              <w:jc w:val="right"/>
            </w:pPr>
            <w:r w:rsidRPr="00C70BA7">
              <w:rPr>
                <w:rtl/>
                <w:lang w:val="ar-SA"/>
              </w:rPr>
              <w:t xml:space="preserve">جعل كافة الشيكات مستحقة الدفع إلى </w:t>
            </w:r>
            <w:r w:rsidR="003C0D54" w:rsidRPr="00C70BA7">
              <w:fldChar w:fldCharType="begin"/>
            </w:r>
            <w:r w:rsidRPr="00C70BA7">
              <w:instrText>MACROBUTTON DoFieldClick [</w:instrText>
            </w:r>
            <w:r w:rsidRPr="00C70BA7">
              <w:rPr>
                <w:rtl/>
              </w:rPr>
              <w:instrText>اسم الشركة</w:instrText>
            </w:r>
            <w:r w:rsidRPr="00C70BA7">
              <w:instrText>]</w:instrText>
            </w:r>
            <w:r w:rsidR="003C0D54" w:rsidRPr="00C70BA7">
              <w:fldChar w:fldCharType="end"/>
            </w:r>
          </w:p>
          <w:p w14:paraId="30EE0CE5" w14:textId="77777777" w:rsidR="00727EB8" w:rsidRPr="00C70BA7" w:rsidRDefault="004624D8">
            <w:pPr>
              <w:pStyle w:val="a5"/>
              <w:jc w:val="right"/>
            </w:pPr>
            <w:r w:rsidRPr="00C70BA7">
              <w:rPr>
                <w:rtl/>
                <w:lang w:val="ar-SA"/>
              </w:rPr>
              <w:t xml:space="preserve">إذا كانت لديك أية أسئلة متعلقة بهذه الفاتورة، فاتصل بـ </w:t>
            </w:r>
            <w:r w:rsidR="003C0D54" w:rsidRPr="00C70BA7">
              <w:fldChar w:fldCharType="begin"/>
            </w:r>
            <w:r w:rsidRPr="00C70BA7">
              <w:instrText>MACROBUTTON DoFieldClick [Name, phone, e-mail]</w:instrText>
            </w:r>
            <w:r w:rsidR="003C0D54" w:rsidRPr="00C70BA7">
              <w:fldChar w:fldCharType="end"/>
            </w:r>
          </w:p>
        </w:tc>
      </w:tr>
      <w:tr w:rsidR="00C70BA7" w:rsidRPr="00C70BA7" w14:paraId="40CE53BD" w14:textId="77777777" w:rsidTr="00C70BA7">
        <w:trPr>
          <w:trHeight w:val="432"/>
          <w:jc w:val="center"/>
        </w:trPr>
        <w:tc>
          <w:tcPr>
            <w:tcW w:w="10800" w:type="dxa"/>
            <w:vAlign w:val="center"/>
          </w:tcPr>
          <w:p w14:paraId="1A33659F" w14:textId="77777777" w:rsidR="00727EB8" w:rsidRPr="00C70BA7" w:rsidRDefault="004624D8">
            <w:pPr>
              <w:pStyle w:val="a"/>
              <w:jc w:val="right"/>
            </w:pPr>
            <w:r w:rsidRPr="00C70BA7">
              <w:rPr>
                <w:rtl/>
                <w:lang w:val="ar-SA"/>
              </w:rPr>
              <w:lastRenderedPageBreak/>
              <w:t>Thank you for your business!</w:t>
            </w:r>
          </w:p>
        </w:tc>
      </w:tr>
    </w:tbl>
    <w:p w14:paraId="466F3E5F" w14:textId="77777777" w:rsidR="00727EB8" w:rsidRDefault="00727EB8">
      <w:pPr>
        <w:jc w:val="right"/>
      </w:pPr>
    </w:p>
    <w:sectPr w:rsidR="00727EB8" w:rsidSect="003C0D54">
      <w:pgSz w:w="12240" w:h="15840"/>
      <w:pgMar w:top="720" w:right="720" w:bottom="734" w:left="72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BA7"/>
    <w:rsid w:val="003B5171"/>
    <w:rsid w:val="003C0D54"/>
    <w:rsid w:val="004624D8"/>
    <w:rsid w:val="00727EB8"/>
    <w:rsid w:val="00C70BA7"/>
    <w:rsid w:val="00FA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0583EB"/>
  <w15:docId w15:val="{48E84617-A2CE-4BDA-BE0D-09A7A943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/>
    <w:lsdException w:name="heading 3" w:uiPriority="0"/>
    <w:lsdException w:name="heading 4" w:semiHidden="1" w:uiPriority="1" w:unhideWhenUsed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unhideWhenUsed="1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3C0D5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عنوان 1"/>
    <w:basedOn w:val="Normal"/>
    <w:next w:val="Normal"/>
    <w:link w:val="1Char"/>
    <w:unhideWhenUsed/>
    <w:qFormat/>
    <w:rsid w:val="003C0D54"/>
    <w:pPr>
      <w:spacing w:line="264" w:lineRule="auto"/>
      <w:jc w:val="right"/>
      <w:outlineLvl w:val="0"/>
    </w:pPr>
    <w:rPr>
      <w:rFonts w:ascii="Cambria" w:hAnsi="Cambria" w:cs="Times New Roman"/>
      <w:b/>
      <w:color w:val="7F7F7F"/>
      <w:spacing w:val="4"/>
      <w:sz w:val="40"/>
      <w:szCs w:val="18"/>
    </w:rPr>
  </w:style>
  <w:style w:type="paragraph" w:customStyle="1" w:styleId="2">
    <w:name w:val="عنوان 2"/>
    <w:basedOn w:val="Normal"/>
    <w:next w:val="Normal"/>
    <w:link w:val="2Char"/>
    <w:semiHidden/>
    <w:rsid w:val="003C0D54"/>
    <w:pPr>
      <w:spacing w:before="140" w:line="264" w:lineRule="auto"/>
      <w:outlineLvl w:val="1"/>
    </w:pPr>
    <w:rPr>
      <w:rFonts w:ascii="Cambria" w:hAnsi="Cambria" w:cs="Times New Roman"/>
      <w:b/>
      <w:spacing w:val="4"/>
      <w:szCs w:val="18"/>
    </w:rPr>
  </w:style>
  <w:style w:type="paragraph" w:customStyle="1" w:styleId="3">
    <w:name w:val="عنوان 3"/>
    <w:basedOn w:val="Normal"/>
    <w:next w:val="Normal"/>
    <w:link w:val="3Char"/>
    <w:semiHidden/>
    <w:rsid w:val="003C0D54"/>
    <w:pPr>
      <w:spacing w:line="264" w:lineRule="auto"/>
      <w:outlineLvl w:val="2"/>
    </w:pPr>
    <w:rPr>
      <w:rFonts w:cs="Times New Roman"/>
      <w:b/>
      <w:caps/>
      <w:spacing w:val="4"/>
      <w:sz w:val="18"/>
      <w:szCs w:val="16"/>
    </w:rPr>
  </w:style>
  <w:style w:type="character" w:customStyle="1" w:styleId="1Char">
    <w:name w:val="عنوان 1 من نوع Char"/>
    <w:link w:val="1"/>
    <w:rsid w:val="003C0D54"/>
    <w:rPr>
      <w:rFonts w:ascii="Cambria" w:eastAsia="Times New Roman" w:hAnsi="Cambria" w:cs="Times New Roman"/>
      <w:b/>
      <w:color w:val="7F7F7F"/>
      <w:spacing w:val="4"/>
      <w:sz w:val="40"/>
      <w:szCs w:val="18"/>
    </w:rPr>
  </w:style>
  <w:style w:type="character" w:customStyle="1" w:styleId="2Char">
    <w:name w:val="عنوان 2 من نوع Char"/>
    <w:link w:val="2"/>
    <w:semiHidden/>
    <w:rsid w:val="003C0D54"/>
    <w:rPr>
      <w:rFonts w:ascii="Cambria" w:eastAsia="Times New Roman" w:hAnsi="Cambria" w:cs="Times New Roman"/>
      <w:b/>
      <w:spacing w:val="4"/>
      <w:sz w:val="24"/>
      <w:szCs w:val="18"/>
    </w:rPr>
  </w:style>
  <w:style w:type="character" w:customStyle="1" w:styleId="3Char">
    <w:name w:val="عنوان 3 من نوع Char"/>
    <w:link w:val="3"/>
    <w:semiHidden/>
    <w:rsid w:val="003C0D54"/>
    <w:rPr>
      <w:rFonts w:eastAsia="Times New Roman" w:cs="Times New Roman"/>
      <w:b/>
      <w:caps/>
      <w:spacing w:val="4"/>
      <w:sz w:val="18"/>
      <w:szCs w:val="16"/>
    </w:rPr>
  </w:style>
  <w:style w:type="paragraph" w:customStyle="1" w:styleId="a">
    <w:name w:val="عنوان عمود متوسط"/>
    <w:basedOn w:val="Normal"/>
    <w:qFormat/>
    <w:rsid w:val="003C0D54"/>
    <w:pPr>
      <w:spacing w:line="264" w:lineRule="auto"/>
      <w:jc w:val="center"/>
    </w:pPr>
    <w:rPr>
      <w:rFonts w:cs="Times New Roman"/>
      <w:b/>
      <w:caps/>
      <w:spacing w:val="4"/>
      <w:sz w:val="16"/>
      <w:szCs w:val="18"/>
    </w:rPr>
  </w:style>
  <w:style w:type="paragraph" w:customStyle="1" w:styleId="a0">
    <w:name w:val="محاذاة إلى اليمين"/>
    <w:basedOn w:val="Normal"/>
    <w:qFormat/>
    <w:rsid w:val="003C0D54"/>
    <w:pPr>
      <w:spacing w:line="264" w:lineRule="auto"/>
      <w:jc w:val="right"/>
    </w:pPr>
    <w:rPr>
      <w:rFonts w:cs="Times New Roman"/>
      <w:caps/>
      <w:spacing w:val="4"/>
      <w:sz w:val="16"/>
      <w:szCs w:val="16"/>
    </w:rPr>
  </w:style>
  <w:style w:type="paragraph" w:customStyle="1" w:styleId="a1">
    <w:name w:val="التعليقات"/>
    <w:basedOn w:val="3"/>
    <w:qFormat/>
    <w:rsid w:val="003C0D54"/>
  </w:style>
  <w:style w:type="paragraph" w:customStyle="1" w:styleId="a2">
    <w:name w:val="شعار"/>
    <w:basedOn w:val="3"/>
    <w:qFormat/>
    <w:rsid w:val="003C0D54"/>
    <w:pPr>
      <w:spacing w:after="240"/>
    </w:pPr>
    <w:rPr>
      <w:b w:val="0"/>
      <w:i/>
      <w:caps w:val="0"/>
    </w:rPr>
  </w:style>
  <w:style w:type="paragraph" w:customStyle="1" w:styleId="a3">
    <w:name w:val="معلومات جهة الاتصال"/>
    <w:basedOn w:val="Normal"/>
    <w:qFormat/>
    <w:rsid w:val="003C0D54"/>
    <w:rPr>
      <w:sz w:val="18"/>
    </w:rPr>
  </w:style>
  <w:style w:type="paragraph" w:customStyle="1" w:styleId="a4">
    <w:name w:val="المبلغ"/>
    <w:basedOn w:val="Normal"/>
    <w:qFormat/>
    <w:rsid w:val="003C0D54"/>
    <w:pPr>
      <w:spacing w:line="264" w:lineRule="auto"/>
      <w:jc w:val="right"/>
    </w:pPr>
    <w:rPr>
      <w:rFonts w:cs="Times New Roman"/>
      <w:spacing w:val="4"/>
      <w:sz w:val="18"/>
      <w:szCs w:val="18"/>
    </w:rPr>
  </w:style>
  <w:style w:type="paragraph" w:customStyle="1" w:styleId="a5">
    <w:name w:val="نص الجدول"/>
    <w:basedOn w:val="Normal"/>
    <w:qFormat/>
    <w:rsid w:val="003C0D54"/>
    <w:pPr>
      <w:spacing w:line="264" w:lineRule="auto"/>
    </w:pPr>
    <w:rPr>
      <w:rFonts w:cs="Times New Roman"/>
      <w:spacing w:val="4"/>
      <w:sz w:val="18"/>
      <w:szCs w:val="18"/>
    </w:rPr>
  </w:style>
  <w:style w:type="paragraph" w:customStyle="1" w:styleId="a6">
    <w:name w:val="اسم الشركة"/>
    <w:basedOn w:val="2"/>
    <w:qFormat/>
    <w:rsid w:val="003C0D54"/>
  </w:style>
  <w:style w:type="paragraph" w:customStyle="1" w:styleId="a7">
    <w:name w:val="عنوان العمود"/>
    <w:basedOn w:val="3"/>
    <w:qFormat/>
    <w:rsid w:val="003C0D54"/>
  </w:style>
  <w:style w:type="paragraph" w:customStyle="1" w:styleId="a8">
    <w:name w:val="نص في بالون"/>
    <w:basedOn w:val="Normal"/>
    <w:link w:val="Char"/>
    <w:uiPriority w:val="99"/>
    <w:semiHidden/>
    <w:unhideWhenUsed/>
    <w:rsid w:val="003C0D54"/>
    <w:rPr>
      <w:rFonts w:ascii="Tahoma" w:hAnsi="Tahoma" w:cs="Tahoma"/>
      <w:sz w:val="16"/>
      <w:szCs w:val="16"/>
    </w:rPr>
  </w:style>
  <w:style w:type="character" w:customStyle="1" w:styleId="Char">
    <w:name w:val="نص في بالون من نوع Char"/>
    <w:link w:val="a8"/>
    <w:uiPriority w:val="99"/>
    <w:semiHidden/>
    <w:rsid w:val="003C0D54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4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624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oc\Downloads\&#1606;&#1605;&#1575;&#1584;&#1580;%20&#1588;&#1607;&#1585;%20&#1575;&#1603;&#1578;&#1608;&#1576;&#1585;\&#1606;&#1605;&#1608;&#1584;&#1580;%20&#1601;&#1575;&#1578;&#1608;&#1585;&#1577;%20word\tf10072676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quiredFrom xmlns="90312ced-24b1-4a04-9112-3ea331aa5919" xsi:nil="true"/>
    <IsSearchable xmlns="90312ced-24b1-4a04-9112-3ea331aa5919">false</IsSearchable>
    <HandoffToMSDN xmlns="90312ced-24b1-4a04-9112-3ea331aa5919" xsi:nil="true"/>
    <PublishTargets xmlns="90312ced-24b1-4a04-9112-3ea331aa5919">OfficeOnline</PublishTargets>
    <AssetStart xmlns="90312ced-24b1-4a04-9112-3ea331aa5919">2009-06-17T13:07:28Z</AssetStart>
    <BlockPublish xmlns="90312ced-24b1-4a04-9112-3ea331aa5919" xsi:nil="true"/>
    <FriendlyTitle xmlns="90312ced-24b1-4a04-9112-3ea331aa5919" xsi:nil="true"/>
    <MarketSpecific xmlns="90312ced-24b1-4a04-9112-3ea331aa5919" xsi:nil="true"/>
    <LastModifiedDateTime xmlns="90312ced-24b1-4a04-9112-3ea331aa5919" xsi:nil="true"/>
    <TPLaunchHelpLinkType xmlns="90312ced-24b1-4a04-9112-3ea331aa5919">Template</TPLaunchHelpLinkType>
    <LocRecommendedHandoff xmlns="90312ced-24b1-4a04-9112-3ea331aa5919" xsi:nil="true"/>
    <TPNamespace xmlns="90312ced-24b1-4a04-9112-3ea331aa5919">WINWORD</TPNamespace>
    <SourceTitle xmlns="90312ced-24b1-4a04-9112-3ea331aa5919">Sales invoice</SourceTitle>
    <TemplateTemplateType xmlns="90312ced-24b1-4a04-9112-3ea331aa5919">Word 2007 Default</TemplateTemplateType>
    <Component xmlns="41ef7931-2f43-42ee-9374-56eb6ce620f4" xsi:nil="true"/>
    <CSXUpdate xmlns="90312ced-24b1-4a04-9112-3ea331aa5919">false</CSXUpdate>
    <IntlLangReviewer xmlns="90312ced-24b1-4a04-9112-3ea331aa5919" xsi:nil="true"/>
    <Provider xmlns="90312ced-24b1-4a04-9112-3ea331aa5919">EY006220130</Provider>
    <TPApplication xmlns="90312ced-24b1-4a04-9112-3ea331aa5919">Word</TPApplication>
    <APEditor xmlns="90312ced-24b1-4a04-9112-3ea331aa5919">
      <UserInfo>
        <DisplayName>REDMOND\v-luannv</DisplayName>
        <AccountId>101</AccountId>
        <AccountType/>
      </UserInfo>
    </APEditor>
    <TPInstallLocation xmlns="90312ced-24b1-4a04-9112-3ea331aa5919">{My Templates}</TPInstallLocation>
    <IntlLangReview xmlns="90312ced-24b1-4a04-9112-3ea331aa5919" xsi:nil="true"/>
    <Manager xmlns="90312ced-24b1-4a04-9112-3ea331aa5919" xsi:nil="true"/>
    <PlannedPubDate xmlns="90312ced-24b1-4a04-9112-3ea331aa5919" xsi:nil="true"/>
    <SubmitterId xmlns="90312ced-24b1-4a04-9112-3ea331aa5919" xsi:nil="true"/>
    <TPComponent xmlns="90312ced-24b1-4a04-9112-3ea331aa5919">WORDFiles</TPComponent>
    <CrawlForDependencies xmlns="90312ced-24b1-4a04-9112-3ea331aa5919">false</CrawlForDependencies>
    <EditorialTags xmlns="90312ced-24b1-4a04-9112-3ea331aa5919" xsi:nil="true"/>
    <TPExecutable xmlns="90312ced-24b1-4a04-9112-3ea331aa5919" xsi:nil="true"/>
    <LegacyData xmlns="90312ced-24b1-4a04-9112-3ea331aa5919" xsi:nil="true"/>
    <TPLaunchHelpLink xmlns="90312ced-24b1-4a04-9112-3ea331aa5919" xsi:nil="true"/>
    <LocComments xmlns="90312ced-24b1-4a04-9112-3ea331aa5919" xsi:nil="true"/>
    <LocManualTestRequired xmlns="90312ced-24b1-4a04-9112-3ea331aa5919" xsi:nil="true"/>
    <OriginalRelease xmlns="90312ced-24b1-4a04-9112-3ea331aa5919">14</OriginalRelease>
    <ScenarioTagsTaxHTField0 xmlns="90312ced-24b1-4a04-9112-3ea331aa5919">
      <Terms xmlns="http://schemas.microsoft.com/office/infopath/2007/PartnerControls"/>
    </ScenarioTagsTaxHTField0>
    <TPAppVersion xmlns="90312ced-24b1-4a04-9112-3ea331aa5919">12</TPAppVersion>
    <VoteCount xmlns="90312ced-24b1-4a04-9112-3ea331aa5919" xsi:nil="true"/>
    <APAuthor xmlns="90312ced-24b1-4a04-9112-3ea331aa5919">
      <UserInfo>
        <DisplayName>REDMOND\cynvey</DisplayName>
        <AccountId>207</AccountId>
        <AccountType/>
      </UserInfo>
    </APAuthor>
    <OpenTemplate xmlns="90312ced-24b1-4a04-9112-3ea331aa5919">true</OpenTemplate>
    <CSXSubmissionDate xmlns="90312ced-24b1-4a04-9112-3ea331aa5919" xsi:nil="true"/>
    <CampaignTagsTaxHTField0 xmlns="90312ced-24b1-4a04-9112-3ea331aa5919">
      <Terms xmlns="http://schemas.microsoft.com/office/infopath/2007/PartnerControls"/>
    </CampaignTagsTaxHTField0>
    <TPClientViewer xmlns="90312ced-24b1-4a04-9112-3ea331aa5919">Microsoft Office Word</TPClientViewer>
    <DirectSourceMarket xmlns="90312ced-24b1-4a04-9112-3ea331aa5919">english</DirectSourceMarket>
    <MachineTranslated xmlns="90312ced-24b1-4a04-9112-3ea331aa5919" xsi:nil="true"/>
    <NumericId xmlns="90312ced-24b1-4a04-9112-3ea331aa5919">-1</NumericId>
    <ParentAssetId xmlns="90312ced-24b1-4a04-9112-3ea331aa5919" xsi:nil="true"/>
    <Description0 xmlns="41ef7931-2f43-42ee-9374-56eb6ce620f4" xsi:nil="true"/>
    <CSXSubmissionMarket xmlns="90312ced-24b1-4a04-9112-3ea331aa5919" xsi:nil="true"/>
    <IsDeleted xmlns="90312ced-24b1-4a04-9112-3ea331aa5919">false</IsDeleted>
    <EditorialStatus xmlns="90312ced-24b1-4a04-9112-3ea331aa5919" xsi:nil="true"/>
    <ThumbnailAssetId xmlns="90312ced-24b1-4a04-9112-3ea331aa5919" xsi:nil="true"/>
    <UALocRecommendation xmlns="90312ced-24b1-4a04-9112-3ea331aa5919">Localize</UALocRecommendation>
    <BugNumber xmlns="90312ced-24b1-4a04-9112-3ea331aa5919" xsi:nil="true"/>
    <LastHandOff xmlns="90312ced-24b1-4a04-9112-3ea331aa5919" xsi:nil="true"/>
    <LocalizationTagsTaxHTField0 xmlns="90312ced-24b1-4a04-9112-3ea331aa5919">
      <Terms xmlns="http://schemas.microsoft.com/office/infopath/2007/PartnerControls"/>
    </LocalizationTagsTaxHTField0>
    <Milestone xmlns="90312ced-24b1-4a04-9112-3ea331aa5919" xsi:nil="true"/>
    <BusinessGroup xmlns="90312ced-24b1-4a04-9112-3ea331aa5919" xsi:nil="true"/>
    <TimesCloned xmlns="90312ced-24b1-4a04-9112-3ea331aa5919" xsi:nil="true"/>
    <UANotes xmlns="90312ced-24b1-4a04-9112-3ea331aa5919" xsi:nil="true"/>
    <AverageRating xmlns="90312ced-24b1-4a04-9112-3ea331aa5919" xsi:nil="true"/>
    <APDescription xmlns="90312ced-24b1-4a04-9112-3ea331aa5919" xsi:nil="true"/>
    <UAProjectedTotalWords xmlns="90312ced-24b1-4a04-9112-3ea331aa5919" xsi:nil="true"/>
    <TaxCatchAll xmlns="90312ced-24b1-4a04-9112-3ea331aa5919"/>
    <UACurrentWords xmlns="90312ced-24b1-4a04-9112-3ea331aa5919">0</UACurrentWords>
    <AssetExpire xmlns="90312ced-24b1-4a04-9112-3ea331aa5919">2029-05-13T10:00:00Z</AssetExpire>
    <PrimaryImageGen xmlns="90312ced-24b1-4a04-9112-3ea331aa5919">true</PrimaryImageGen>
    <LocLastLocAttemptVersionLookup xmlns="90312ced-24b1-4a04-9112-3ea331aa5919">23700</LocLastLocAttemptVersionLookup>
    <Markets xmlns="90312ced-24b1-4a04-9112-3ea331aa5919"/>
    <OriginalSourceMarket xmlns="90312ced-24b1-4a04-9112-3ea331aa5919">english</OriginalSourceMarket>
    <ArtSampleDocs xmlns="90312ced-24b1-4a04-9112-3ea331aa5919" xsi:nil="true"/>
    <TrustLevel xmlns="90312ced-24b1-4a04-9112-3ea331aa5919">1 Microsoft Managed Content</TrustLevel>
    <InternalTagsTaxHTField0 xmlns="90312ced-24b1-4a04-9112-3ea331aa5919">
      <Terms xmlns="http://schemas.microsoft.com/office/infopath/2007/PartnerControls"/>
    </InternalTagsTaxHTField0>
    <PublishStatusLookup xmlns="90312ced-24b1-4a04-9112-3ea331aa5919">
      <Value>57159</Value>
      <Value>300177</Value>
    </PublishStatusLookup>
    <RecommendationsModifier xmlns="90312ced-24b1-4a04-9112-3ea331aa5919" xsi:nil="true"/>
    <ClipArtFilename xmlns="90312ced-24b1-4a04-9112-3ea331aa5919" xsi:nil="true"/>
    <FeatureTagsTaxHTField0 xmlns="90312ced-24b1-4a04-9112-3ea331aa5919">
      <Terms xmlns="http://schemas.microsoft.com/office/infopath/2007/PartnerControls"/>
    </FeatureTagsTaxHTField0>
    <IntlLocPriority xmlns="90312ced-24b1-4a04-9112-3ea331aa5919" xsi:nil="true"/>
    <AssetType xmlns="90312ced-24b1-4a04-9112-3ea331aa5919">TP</AssetType>
    <CSXHash xmlns="90312ced-24b1-4a04-9112-3ea331aa5919" xsi:nil="true"/>
    <IntlLangReviewDate xmlns="90312ced-24b1-4a04-9112-3ea331aa5919" xsi:nil="true"/>
    <TPFriendlyName xmlns="90312ced-24b1-4a04-9112-3ea331aa5919">Sales invoice</TPFriendlyName>
    <PolicheckWords xmlns="90312ced-24b1-4a04-9112-3ea331aa5919" xsi:nil="true"/>
    <TemplateStatus xmlns="90312ced-24b1-4a04-9112-3ea331aa5919" xsi:nil="true"/>
    <ContentItem xmlns="90312ced-24b1-4a04-9112-3ea331aa5919" xsi:nil="true"/>
    <Downloads xmlns="90312ced-24b1-4a04-9112-3ea331aa5919">0</Downloads>
    <OriginAsset xmlns="90312ced-24b1-4a04-9112-3ea331aa5919" xsi:nil="true"/>
    <ShowIn xmlns="90312ced-24b1-4a04-9112-3ea331aa5919" xsi:nil="true"/>
    <UALocComments xmlns="90312ced-24b1-4a04-9112-3ea331aa5919" xsi:nil="true"/>
    <ApprovalLog xmlns="90312ced-24b1-4a04-9112-3ea331aa5919" xsi:nil="true"/>
    <ApprovalStatus xmlns="90312ced-24b1-4a04-9112-3ea331aa5919">In Progress</ApprovalStatus>
    <LocMarketGroupTiers2 xmlns="90312ced-24b1-4a04-9112-3ea331aa5919" xsi:nil="true"/>
    <Providers xmlns="90312ced-24b1-4a04-9112-3ea331aa5919" xsi:nil="true"/>
    <TPCommandLine xmlns="90312ced-24b1-4a04-9112-3ea331aa5919">{WD} /f {FilePath}</TPCommandLine>
    <AssetId xmlns="90312ced-24b1-4a04-9112-3ea331aa5919">TP010072676</AssetId>
    <DSATActionTaken xmlns="90312ced-24b1-4a04-9112-3ea331aa5919" xsi:nil="true"/>
    <OOCacheId xmlns="90312ced-24b1-4a04-9112-3ea331aa5919" xsi:nil="true"/>
    <OutputCachingOn xmlns="90312ced-24b1-4a04-9112-3ea331aa5919">false</OutputCachingOn>
  </documentManagement>
</p: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A527E9BDFA242146B59EAA0A2BBC516804009EC5643677B736459CE4ACB8094A990F" ma:contentTypeVersion="69" ma:contentTypeDescription="Create a new document." ma:contentTypeScope="" ma:versionID="652eb7346005af65e04088badddd82f5">
  <xsd:schema xmlns:xsd="http://www.w3.org/2001/XMLSchema" xmlns:xs="http://www.w3.org/2001/XMLSchema" xmlns:p="http://schemas.microsoft.com/office/2006/metadata/properties" xmlns:ns2="90312ced-24b1-4a04-9112-3ea331aa5919" xmlns:ns3="41ef7931-2f43-42ee-9374-56eb6ce620f4" targetNamespace="http://schemas.microsoft.com/office/2006/metadata/properties" ma:root="true" ma:fieldsID="a1a5f1565ce8526d5f683002e14b63f8" ns2:_="" ns3:_="">
    <xsd:import namespace="90312ced-24b1-4a04-9112-3ea331aa5919"/>
    <xsd:import namespace="41ef7931-2f43-42ee-9374-56eb6ce620f4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  <xsd:element ref="ns3:Description0" minOccurs="0"/>
                <xsd:element ref="ns3:Compon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312ced-24b1-4a04-9112-3ea331aa5919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6e3a7210-f659-47eb-b7d4-9ee2aecd62e2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9AC07437-707F-44C4-B152-C4FC4019B6ED}" ma:internalName="CSXSubmissionMarket" ma:readOnly="false" ma:showField="MarketName" ma:web="90312ced-24b1-4a04-9112-3ea331aa5919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c4a199ee-c7bc-4bbc-b513-88b9b062696a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265EC822-753B-4D08-ABD2-7528F7EA7549}" ma:internalName="InProjectListLookup" ma:readOnly="true" ma:showField="InProjectLis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deadd727-1c15-4aef-bbd3-8cf4bcd7f367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265EC822-753B-4D08-ABD2-7528F7EA7549}" ma:internalName="LastCompleteVersionLookup" ma:readOnly="true" ma:showField="LastComplete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265EC822-753B-4D08-ABD2-7528F7EA7549}" ma:internalName="LastPreviewErrorLookup" ma:readOnly="true" ma:showField="LastPreviewError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265EC822-753B-4D08-ABD2-7528F7EA7549}" ma:internalName="LastPreviewResultLookup" ma:readOnly="true" ma:showField="LastPreviewResul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265EC822-753B-4D08-ABD2-7528F7EA7549}" ma:internalName="LastPreviewAttemptDateLookup" ma:readOnly="true" ma:showField="LastPreviewAttemptDat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265EC822-753B-4D08-ABD2-7528F7EA7549}" ma:internalName="LastPreviewedByLookup" ma:readOnly="true" ma:showField="LastPreviewedBy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265EC822-753B-4D08-ABD2-7528F7EA7549}" ma:internalName="LastPreviewTimeLookup" ma:readOnly="true" ma:showField="LastPreviewTi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265EC822-753B-4D08-ABD2-7528F7EA7549}" ma:internalName="LastPreviewVersionLookup" ma:readOnly="true" ma:showField="LastPreview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265EC822-753B-4D08-ABD2-7528F7EA7549}" ma:internalName="LastPublishErrorLookup" ma:readOnly="true" ma:showField="LastPublishError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265EC822-753B-4D08-ABD2-7528F7EA7549}" ma:internalName="LastPublishResultLookup" ma:readOnly="true" ma:showField="LastPublishResult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265EC822-753B-4D08-ABD2-7528F7EA7549}" ma:internalName="LastPublishAttemptDateLookup" ma:readOnly="true" ma:showField="LastPublishAttemptDat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265EC822-753B-4D08-ABD2-7528F7EA7549}" ma:internalName="LastPublishedByLookup" ma:readOnly="true" ma:showField="LastPublishedBy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265EC822-753B-4D08-ABD2-7528F7EA7549}" ma:internalName="LastPublishTimeLookup" ma:readOnly="true" ma:showField="LastPublishTi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265EC822-753B-4D08-ABD2-7528F7EA7549}" ma:internalName="LastPublishVersionLookup" ma:readOnly="true" ma:showField="LastPublishVersion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1F0DC429-C65C-4AF3-B99B-271EB3084235}" ma:internalName="LocLastLocAttemptVersionLookup" ma:readOnly="false" ma:showField="LastLocAttemptVersion" ma:web="90312ced-24b1-4a04-9112-3ea331aa5919">
      <xsd:simpleType>
        <xsd:restriction base="dms:Lookup"/>
      </xsd:simpleType>
    </xsd:element>
    <xsd:element name="LocLastLocAttemptVersionTypeLookup" ma:index="72" nillable="true" ma:displayName="Loc Last Loc Attempt Version Type" ma:default="" ma:list="{1F0DC429-C65C-4AF3-B99B-271EB3084235}" ma:internalName="LocLastLocAttemptVersionTypeLookup" ma:readOnly="true" ma:showField="LastLocAttemptVersionType" ma:web="90312ced-24b1-4a04-9112-3ea331aa5919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1F0DC429-C65C-4AF3-B99B-271EB3084235}" ma:internalName="LocNewPublishedVersionLookup" ma:readOnly="true" ma:showField="NewPublishedVersion" ma:web="90312ced-24b1-4a04-9112-3ea331aa5919">
      <xsd:simpleType>
        <xsd:restriction base="dms:Lookup"/>
      </xsd:simpleType>
    </xsd:element>
    <xsd:element name="LocOverallHandbackStatusLookup" ma:index="76" nillable="true" ma:displayName="Loc Overall Handback Status" ma:default="" ma:list="{1F0DC429-C65C-4AF3-B99B-271EB3084235}" ma:internalName="LocOverallHandbackStatusLookup" ma:readOnly="true" ma:showField="OverallHandbackStatus" ma:web="90312ced-24b1-4a04-9112-3ea331aa5919">
      <xsd:simpleType>
        <xsd:restriction base="dms:Lookup"/>
      </xsd:simpleType>
    </xsd:element>
    <xsd:element name="LocOverallLocStatusLookup" ma:index="77" nillable="true" ma:displayName="Loc Overall Localize Status" ma:default="" ma:list="{1F0DC429-C65C-4AF3-B99B-271EB3084235}" ma:internalName="LocOverallLocStatusLookup" ma:readOnly="true" ma:showField="OverallLocStatus" ma:web="90312ced-24b1-4a04-9112-3ea331aa5919">
      <xsd:simpleType>
        <xsd:restriction base="dms:Lookup"/>
      </xsd:simpleType>
    </xsd:element>
    <xsd:element name="LocOverallPreviewStatusLookup" ma:index="78" nillable="true" ma:displayName="Loc Overall Preview Status" ma:default="" ma:list="{1F0DC429-C65C-4AF3-B99B-271EB3084235}" ma:internalName="LocOverallPreviewStatusLookup" ma:readOnly="true" ma:showField="OverallPreviewStatus" ma:web="90312ced-24b1-4a04-9112-3ea331aa5919">
      <xsd:simpleType>
        <xsd:restriction base="dms:Lookup"/>
      </xsd:simpleType>
    </xsd:element>
    <xsd:element name="LocOverallPublishStatusLookup" ma:index="79" nillable="true" ma:displayName="Loc Overall Publish Status" ma:default="" ma:list="{1F0DC429-C65C-4AF3-B99B-271EB3084235}" ma:internalName="LocOverallPublishStatusLookup" ma:readOnly="true" ma:showField="OverallPublishStatus" ma:web="90312ced-24b1-4a04-9112-3ea331aa5919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1F0DC429-C65C-4AF3-B99B-271EB3084235}" ma:internalName="LocProcessedForHandoffsLookup" ma:readOnly="true" ma:showField="ProcessedForHandoffs" ma:web="90312ced-24b1-4a04-9112-3ea331aa5919">
      <xsd:simpleType>
        <xsd:restriction base="dms:Lookup"/>
      </xsd:simpleType>
    </xsd:element>
    <xsd:element name="LocProcessedForMarketsLookup" ma:index="82" nillable="true" ma:displayName="Loc Processed For Markets" ma:default="" ma:list="{1F0DC429-C65C-4AF3-B99B-271EB3084235}" ma:internalName="LocProcessedForMarketsLookup" ma:readOnly="true" ma:showField="ProcessedForMarkets" ma:web="90312ced-24b1-4a04-9112-3ea331aa5919">
      <xsd:simpleType>
        <xsd:restriction base="dms:Lookup"/>
      </xsd:simpleType>
    </xsd:element>
    <xsd:element name="LocPublishedDependentAssetsLookup" ma:index="83" nillable="true" ma:displayName="Loc Published Dependent Assets" ma:default="" ma:list="{1F0DC429-C65C-4AF3-B99B-271EB3084235}" ma:internalName="LocPublishedDependentAssetsLookup" ma:readOnly="true" ma:showField="PublishedDependentAssets" ma:web="90312ced-24b1-4a04-9112-3ea331aa5919">
      <xsd:simpleType>
        <xsd:restriction base="dms:Lookup"/>
      </xsd:simpleType>
    </xsd:element>
    <xsd:element name="LocPublishedLinkedAssetsLookup" ma:index="84" nillable="true" ma:displayName="Loc Published Linked Assets" ma:default="" ma:list="{1F0DC429-C65C-4AF3-B99B-271EB3084235}" ma:internalName="LocPublishedLinkedAssetsLookup" ma:readOnly="true" ma:showField="PublishedLinkedAssets" ma:web="90312ced-24b1-4a04-9112-3ea331aa5919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7194e7d7-e777-4d42-ba51-7323e45a00f8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9AC07437-707F-44C4-B152-C4FC4019B6ED}" ma:internalName="Markets" ma:readOnly="false" ma:showField="MarketName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265EC822-753B-4D08-ABD2-7528F7EA7549}" ma:internalName="NumOfRatingsLookup" ma:readOnly="true" ma:showField="NumOfRatings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265EC822-753B-4D08-ABD2-7528F7EA7549}" ma:internalName="PublishStatusLookup" ma:readOnly="false" ma:showField="PublishStatus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83b99470-5334-428f-a1fd-0d0e15944553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85b752e4-2416-476b-a692-4eb1e2d041e5}" ma:internalName="TaxCatchAll" ma:showField="CatchAllData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85b752e4-2416-476b-a692-4eb1e2d041e5}" ma:internalName="TaxCatchAllLabel" ma:readOnly="true" ma:showField="CatchAllDataLabel" ma:web="90312ced-24b1-4a04-9112-3ea331aa59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ef7931-2f43-42ee-9374-56eb6ce620f4" elementFormDefault="qualified">
    <xsd:import namespace="http://schemas.microsoft.com/office/2006/documentManagement/types"/>
    <xsd:import namespace="http://schemas.microsoft.com/office/infopath/2007/PartnerControls"/>
    <xsd:element name="Description0" ma:index="134" nillable="true" ma:displayName="Description" ma:internalName="Description0">
      <xsd:simpleType>
        <xsd:restriction base="dms:Note"/>
      </xsd:simpleType>
    </xsd:element>
    <xsd:element name="Component" ma:index="135" nillable="true" ma:displayName="Component" ma:internalName="Componen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1D75AA-EBD3-49FD-8519-72D8803A79E1}">
  <ds:schemaRefs>
    <ds:schemaRef ds:uri="http://schemas.microsoft.com/office/2006/metadata/properties"/>
    <ds:schemaRef ds:uri="http://schemas.microsoft.com/office/infopath/2007/PartnerControls"/>
    <ds:schemaRef ds:uri="90312ced-24b1-4a04-9112-3ea331aa5919"/>
    <ds:schemaRef ds:uri="41ef7931-2f43-42ee-9374-56eb6ce620f4"/>
  </ds:schemaRefs>
</ds:datastoreItem>
</file>

<file path=customXml/itemProps2.xml><?xml version="1.0" encoding="utf-8"?>
<ds:datastoreItem xmlns:ds="http://schemas.openxmlformats.org/officeDocument/2006/customXml" ds:itemID="{E30C73D7-5E8F-4E4D-A72E-DACE61DBB6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45DAC6-6803-4CDD-9F9D-5E2892A0D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312ced-24b1-4a04-9112-3ea331aa5919"/>
    <ds:schemaRef ds:uri="41ef7931-2f43-42ee-9374-56eb6ce62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tf10072676_win32</Template>
  <TotalTime>3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invoice</vt:lpstr>
    </vt:vector>
  </TitlesOfParts>
  <Company>Microsoft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invoice</dc:title>
  <dc:creator>دينا عبد الحليم</dc:creator>
  <cp:keywords>albanknote.com</cp:keywords>
  <cp:lastModifiedBy>Hoda Abdo</cp:lastModifiedBy>
  <cp:revision>2</cp:revision>
  <dcterms:created xsi:type="dcterms:W3CDTF">2023-08-23T19:30:00Z</dcterms:created>
  <dcterms:modified xsi:type="dcterms:W3CDTF">2023-08-23T19:30:00Z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0x010100A527E9BDFA242146B59EAA0A2BBC516804009EC5643677B736459CE4ACB8094A990F</vt:lpwstr>
  </property>
  <property fmtid="{D5CDD505-2E9C-101B-9397-08002B2CF9AE}" pid="3" name="ImageGenCounter">
    <vt:i4>0</vt:i4>
  </property>
  <property fmtid="{D5CDD505-2E9C-101B-9397-08002B2CF9AE}" pid="4" name="ImageGenStatus">
    <vt:i4>0</vt:i4>
  </property>
  <property fmtid="{D5CDD505-2E9C-101B-9397-08002B2CF9AE}" pid="5" name="PolicheckStatus">
    <vt:i4>0</vt:i4>
  </property>
  <property fmtid="{D5CDD505-2E9C-101B-9397-08002B2CF9AE}" pid="6" name="Applications">
    <vt:lpwstr>83;#Word 12;#67;#Template 12;#436;#Word 14</vt:lpwstr>
  </property>
  <property fmtid="{D5CDD505-2E9C-101B-9397-08002B2CF9AE}" pid="7" name="PolicheckCounter">
    <vt:i4>0</vt:i4>
  </property>
  <property fmtid="{D5CDD505-2E9C-101B-9397-08002B2CF9AE}" pid="8" name="APTrustLevel">
    <vt:r8>1</vt:r8>
  </property>
  <property fmtid="{D5CDD505-2E9C-101B-9397-08002B2CF9AE}" pid="9" name="Order">
    <vt:r8>4461500</vt:r8>
  </property>
  <property fmtid="{D5CDD505-2E9C-101B-9397-08002B2CF9AE}" pid="10" name="LastPublishResultLookup">
    <vt:lpwstr/>
  </property>
  <property fmtid="{D5CDD505-2E9C-101B-9397-08002B2CF9AE}" pid="11" name="LocProcessedForMarketsLookup">
    <vt:lpwstr/>
  </property>
  <property fmtid="{D5CDD505-2E9C-101B-9397-08002B2CF9AE}" pid="12" name="LocOverallPreviewStatusLookup">
    <vt:lpwstr/>
  </property>
  <property fmtid="{D5CDD505-2E9C-101B-9397-08002B2CF9AE}" pid="13" name="LocOverallLocStatusLookup">
    <vt:lpwstr/>
  </property>
  <property fmtid="{D5CDD505-2E9C-101B-9397-08002B2CF9AE}" pid="14" name="LocPublishedDependentAssetsLookup">
    <vt:lpwstr/>
  </property>
  <property fmtid="{D5CDD505-2E9C-101B-9397-08002B2CF9AE}" pid="15" name="LocOverallHandbackStatusLookup">
    <vt:lpwstr/>
  </property>
  <property fmtid="{D5CDD505-2E9C-101B-9397-08002B2CF9AE}" pid="16" name="LocProcessedForHandoffsLookup">
    <vt:lpwstr/>
  </property>
  <property fmtid="{D5CDD505-2E9C-101B-9397-08002B2CF9AE}" pid="17" name="LocOverallPublishStatusLookup">
    <vt:lpwstr/>
  </property>
  <property fmtid="{D5CDD505-2E9C-101B-9397-08002B2CF9AE}" pid="18" name="LocPublishedLinkedAssetsLookup">
    <vt:lpwstr/>
  </property>
  <property fmtid="{D5CDD505-2E9C-101B-9397-08002B2CF9AE}" pid="19" name="LocLastLocAttemptVersionTypeLookup">
    <vt:lpwstr/>
  </property>
  <property fmtid="{D5CDD505-2E9C-101B-9397-08002B2CF9AE}" pid="20" name="LocNewPublishedVersionLookup">
    <vt:lpwstr/>
  </property>
</Properties>
</file>